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6568430A"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6BE0BB42"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277CD102"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7A6B0148"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761D12E6"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p>
    <w:p w14:paraId="7DBCA41A" w14:textId="04810CB3"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0641B373"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52D430AC"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r w:rsidR="00754FF7" w:rsidRPr="00754FF7">
        <w:rPr>
          <w:rFonts w:asciiTheme="minorHAnsi" w:hAnsiTheme="minorHAnsi"/>
          <w:sz w:val="22"/>
          <w:szCs w:val="22"/>
        </w:rPr>
        <w:t>0907099010, 0908348506, pozanameatzv@gmail.com</w:t>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07C4EC1B" w:rsidR="00E34F41" w:rsidRDefault="00E34F41" w:rsidP="00E34F41">
      <w:pPr>
        <w:pStyle w:val="Odsekzoznamu"/>
        <w:numPr>
          <w:ilvl w:val="0"/>
          <w:numId w:val="13"/>
        </w:numPr>
        <w:spacing w:after="0" w:line="259" w:lineRule="auto"/>
        <w:ind w:left="0" w:right="0" w:firstLine="0"/>
      </w:pPr>
      <w:r>
        <w:t xml:space="preserve">Predmetom tejto zmluvy je </w:t>
      </w:r>
      <w:r w:rsidRPr="00AB4060">
        <w:t xml:space="preserve">záväzok predávajúceho dodať kupujúcemu na základe jeho osobitnej objednávky tovar – potraviny: </w:t>
      </w:r>
      <w:r w:rsidRPr="00B6146B">
        <w:rPr>
          <w:b/>
          <w:bCs/>
        </w:rPr>
        <w:t xml:space="preserve">„ </w:t>
      </w:r>
      <w:r w:rsidR="00B6146B" w:rsidRPr="00B6146B">
        <w:rPr>
          <w:b/>
          <w:bCs/>
        </w:rPr>
        <w:t>Dodávka potravín</w:t>
      </w:r>
      <w:r w:rsidR="00754FF7">
        <w:rPr>
          <w:b/>
          <w:bCs/>
        </w:rPr>
        <w:t xml:space="preserve"> </w:t>
      </w:r>
      <w:r w:rsidRPr="00AB4060">
        <w:t xml:space="preserve">“ ponúkaný predávajúcim, uvedený v </w:t>
      </w:r>
      <w:r w:rsidRPr="00AB4060">
        <w:lastRenderedPageBreak/>
        <w:t>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49ACD8AB" w14:textId="7659EB13" w:rsidR="00E34F41" w:rsidRPr="00E2777F" w:rsidRDefault="00E34F41" w:rsidP="00E34F41">
      <w:pPr>
        <w:pStyle w:val="Odsekzoznamu"/>
        <w:numPr>
          <w:ilvl w:val="0"/>
          <w:numId w:val="19"/>
        </w:numPr>
        <w:spacing w:after="0" w:line="259" w:lineRule="auto"/>
        <w:ind w:left="0" w:right="0" w:firstLine="0"/>
        <w:rPr>
          <w:color w:val="auto"/>
        </w:rPr>
      </w:pPr>
      <w:r w:rsidRPr="00E2777F">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E2777F">
        <w:rPr>
          <w:b/>
          <w:bCs/>
          <w:color w:val="auto"/>
        </w:rPr>
        <w:t xml:space="preserve">: </w:t>
      </w:r>
      <w:r w:rsidR="00B6146B">
        <w:rPr>
          <w:b/>
          <w:bCs/>
          <w:color w:val="auto"/>
        </w:rPr>
        <w:t>2</w:t>
      </w:r>
      <w:r w:rsidRPr="00E2777F">
        <w:rPr>
          <w:b/>
          <w:color w:val="auto"/>
        </w:rPr>
        <w:t>x týždenne a to do 1</w:t>
      </w:r>
      <w:r w:rsidR="00E2777F" w:rsidRPr="00E2777F">
        <w:rPr>
          <w:b/>
          <w:color w:val="auto"/>
        </w:rPr>
        <w:t>3</w:t>
      </w:r>
      <w:r w:rsidRPr="00E2777F">
        <w:rPr>
          <w:b/>
          <w:color w:val="auto"/>
        </w:rPr>
        <w:t>.00 hod., v prípade sviatkov podľa dohody</w:t>
      </w:r>
      <w:r w:rsidRPr="00E2777F">
        <w:rPr>
          <w:color w:val="auto"/>
        </w:rPr>
        <w:t xml:space="preserve">. </w:t>
      </w:r>
    </w:p>
    <w:p w14:paraId="07010239" w14:textId="77777777" w:rsidR="00E34F41" w:rsidRPr="00BA1ED0" w:rsidRDefault="00E34F41" w:rsidP="00E34F41">
      <w:pPr>
        <w:pStyle w:val="Odsekzoznamu"/>
        <w:spacing w:after="0"/>
        <w:ind w:left="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1067EE3B" w:rsidR="00E34F41" w:rsidRPr="009C4B7D" w:rsidRDefault="008B2733" w:rsidP="009C4B7D">
      <w:pPr>
        <w:pStyle w:val="Odsekzoznamu"/>
        <w:spacing w:after="0"/>
        <w:jc w:val="center"/>
        <w:rPr>
          <w:rFonts w:asciiTheme="minorHAnsi" w:hAnsiTheme="minorHAnsi"/>
          <w:b/>
        </w:rPr>
      </w:pPr>
      <w:r>
        <w:rPr>
          <w:rFonts w:asciiTheme="minorHAnsi" w:hAnsiTheme="minorHAnsi"/>
          <w:b/>
          <w:color w:val="auto"/>
        </w:rPr>
        <w:t xml:space="preserve">  </w:t>
      </w:r>
      <w:r w:rsidR="00E34F41" w:rsidRPr="009C4B7D">
        <w:rPr>
          <w:rFonts w:asciiTheme="minorHAnsi" w:hAnsiTheme="minorHAnsi"/>
          <w:b/>
          <w:color w:val="auto"/>
        </w:rPr>
        <w:t xml:space="preserve"> </w:t>
      </w:r>
      <w:r w:rsidR="009C4B7D" w:rsidRPr="009C4B7D">
        <w:rPr>
          <w:rFonts w:asciiTheme="minorHAnsi" w:hAnsiTheme="minorHAnsi"/>
          <w:b/>
          <w:color w:val="auto"/>
        </w:rPr>
        <w:t>€</w:t>
      </w:r>
      <w:r w:rsidR="00E34F41" w:rsidRPr="009C4B7D">
        <w:rPr>
          <w:rFonts w:asciiTheme="minorHAnsi" w:hAnsiTheme="minorHAnsi"/>
          <w:b/>
          <w:color w:val="FF0000"/>
        </w:rPr>
        <w:t xml:space="preserve">    </w:t>
      </w:r>
      <w:r w:rsidR="009C4B7D" w:rsidRPr="009C4B7D">
        <w:rPr>
          <w:rFonts w:asciiTheme="minorHAnsi" w:hAnsiTheme="minorHAnsi"/>
          <w:b/>
          <w:color w:val="FF0000"/>
        </w:rPr>
        <w:t xml:space="preserve">  </w:t>
      </w:r>
      <w:r>
        <w:rPr>
          <w:rFonts w:asciiTheme="minorHAnsi" w:hAnsiTheme="minorHAnsi"/>
          <w:b/>
          <w:color w:val="FF0000"/>
        </w:rPr>
        <w:t xml:space="preserve"> </w:t>
      </w:r>
      <w:r w:rsidR="00E34F41" w:rsidRPr="009C4B7D">
        <w:rPr>
          <w:rFonts w:asciiTheme="minorHAnsi" w:hAnsiTheme="minorHAnsi"/>
          <w:b/>
        </w:rPr>
        <w:t>bez DPH</w:t>
      </w:r>
    </w:p>
    <w:p w14:paraId="1B60983A" w14:textId="671784B4"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B6146B">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0CA6D474" w:rsidR="00E34F41" w:rsidRPr="009C4B7D" w:rsidRDefault="008B2733" w:rsidP="009C4B7D">
      <w:pPr>
        <w:jc w:val="center"/>
        <w:rPr>
          <w:rFonts w:asciiTheme="minorHAnsi" w:hAnsiTheme="minorHAnsi"/>
          <w:b/>
          <w:sz w:val="22"/>
          <w:szCs w:val="22"/>
        </w:rPr>
      </w:pPr>
      <w:r>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39B53F73"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B6146B">
        <w:rPr>
          <w:b/>
        </w:rPr>
        <w:t>01</w:t>
      </w:r>
      <w:r w:rsidRPr="007C33AF">
        <w:rPr>
          <w:b/>
        </w:rPr>
        <w:t>.20</w:t>
      </w:r>
      <w:r>
        <w:rPr>
          <w:b/>
        </w:rPr>
        <w:t>2</w:t>
      </w:r>
      <w:r w:rsidR="00B6146B">
        <w:rPr>
          <w:b/>
        </w:rPr>
        <w:t>2</w:t>
      </w:r>
      <w:r w:rsidRPr="007C33AF">
        <w:rPr>
          <w:b/>
        </w:rPr>
        <w:t xml:space="preserve"> do 3</w:t>
      </w:r>
      <w:r w:rsidR="00B6146B">
        <w:rPr>
          <w:b/>
        </w:rPr>
        <w:t>1</w:t>
      </w:r>
      <w:r w:rsidRPr="007C33AF">
        <w:rPr>
          <w:b/>
        </w:rPr>
        <w:t>.</w:t>
      </w:r>
      <w:r w:rsidR="00CC7E56">
        <w:rPr>
          <w:b/>
        </w:rPr>
        <w:t>1</w:t>
      </w:r>
      <w:r w:rsidR="00B6146B">
        <w:rPr>
          <w:b/>
        </w:rPr>
        <w:t>2</w:t>
      </w:r>
      <w:r w:rsidRPr="007C33AF">
        <w:rPr>
          <w:b/>
        </w:rPr>
        <w:t>.20</w:t>
      </w:r>
      <w:r>
        <w:rPr>
          <w:b/>
        </w:rPr>
        <w:t>2</w:t>
      </w:r>
      <w:r w:rsidR="00B6146B">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lastRenderedPageBreak/>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0B64BDD6"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B6146B">
        <w:rPr>
          <w:b/>
        </w:rPr>
        <w:t>potravín p</w:t>
      </w:r>
      <w:r w:rsidR="00CC7E56">
        <w:rPr>
          <w:b/>
        </w:rPr>
        <w:t>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1E0D0797"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rsidR="00B6146B">
        <w:t>.................</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74E8DC08"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3519017E"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0B306255" w:rsidR="00E34F41" w:rsidRDefault="00E34F41" w:rsidP="00E34F41">
      <w:pPr>
        <w:pStyle w:val="Odsekzoznamu"/>
        <w:numPr>
          <w:ilvl w:val="0"/>
          <w:numId w:val="21"/>
        </w:numPr>
        <w:spacing w:after="0" w:line="259" w:lineRule="auto"/>
        <w:ind w:left="0" w:right="0" w:firstLine="0"/>
      </w:pPr>
      <w:r>
        <w:t xml:space="preserve">Príloha č. 1 – Cenová ponuka: Dodávka </w:t>
      </w:r>
      <w:r w:rsidR="003D1E81">
        <w:t xml:space="preserve"> </w:t>
      </w:r>
      <w:r w:rsidR="00B6146B">
        <w:t xml:space="preserve">potravín </w:t>
      </w:r>
      <w:r w:rsidR="00CC7E56">
        <w:t xml:space="preserve"> pre </w:t>
      </w:r>
      <w:r>
        <w:t xml:space="preserve"> </w:t>
      </w:r>
      <w:r w:rsidR="00BD24CB">
        <w:t>DDa</w:t>
      </w:r>
      <w:r>
        <w:t>DSS</w:t>
      </w:r>
      <w:r w:rsidR="00BD24CB">
        <w:t xml:space="preserve"> Veľký Krtíš</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FFA3" w14:textId="77777777" w:rsidR="00074AA0" w:rsidRDefault="00074AA0">
      <w:r>
        <w:separator/>
      </w:r>
    </w:p>
  </w:endnote>
  <w:endnote w:type="continuationSeparator" w:id="0">
    <w:p w14:paraId="0A696B19" w14:textId="77777777" w:rsidR="00074AA0" w:rsidRDefault="0007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00000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76158" w14:textId="77777777" w:rsidR="00074AA0" w:rsidRDefault="00074AA0">
      <w:r>
        <w:separator/>
      </w:r>
    </w:p>
  </w:footnote>
  <w:footnote w:type="continuationSeparator" w:id="0">
    <w:p w14:paraId="42D65024" w14:textId="77777777" w:rsidR="00074AA0" w:rsidRDefault="00074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000000"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35554941">
    <w:abstractNumId w:val="0"/>
  </w:num>
  <w:num w:numId="2" w16cid:durableId="2103989934">
    <w:abstractNumId w:val="17"/>
  </w:num>
  <w:num w:numId="3" w16cid:durableId="1891109134">
    <w:abstractNumId w:val="5"/>
  </w:num>
  <w:num w:numId="4" w16cid:durableId="778568067">
    <w:abstractNumId w:val="21"/>
  </w:num>
  <w:num w:numId="5" w16cid:durableId="1443959543">
    <w:abstractNumId w:val="15"/>
  </w:num>
  <w:num w:numId="6" w16cid:durableId="20790086">
    <w:abstractNumId w:val="7"/>
  </w:num>
  <w:num w:numId="7" w16cid:durableId="1521165603">
    <w:abstractNumId w:val="6"/>
  </w:num>
  <w:num w:numId="8" w16cid:durableId="850338571">
    <w:abstractNumId w:val="9"/>
  </w:num>
  <w:num w:numId="9" w16cid:durableId="1952784028">
    <w:abstractNumId w:val="22"/>
  </w:num>
  <w:num w:numId="10" w16cid:durableId="1803425555">
    <w:abstractNumId w:val="19"/>
  </w:num>
  <w:num w:numId="11" w16cid:durableId="1359356454">
    <w:abstractNumId w:val="2"/>
  </w:num>
  <w:num w:numId="12" w16cid:durableId="1618829785">
    <w:abstractNumId w:val="11"/>
  </w:num>
  <w:num w:numId="13" w16cid:durableId="1262026861">
    <w:abstractNumId w:val="20"/>
  </w:num>
  <w:num w:numId="14" w16cid:durableId="591818421">
    <w:abstractNumId w:val="8"/>
  </w:num>
  <w:num w:numId="15" w16cid:durableId="549809658">
    <w:abstractNumId w:val="10"/>
  </w:num>
  <w:num w:numId="16" w16cid:durableId="1660500823">
    <w:abstractNumId w:val="16"/>
  </w:num>
  <w:num w:numId="17" w16cid:durableId="813645787">
    <w:abstractNumId w:val="1"/>
  </w:num>
  <w:num w:numId="18" w16cid:durableId="289824375">
    <w:abstractNumId w:val="14"/>
  </w:num>
  <w:num w:numId="19" w16cid:durableId="1317415087">
    <w:abstractNumId w:val="3"/>
  </w:num>
  <w:num w:numId="20" w16cid:durableId="1871526812">
    <w:abstractNumId w:val="13"/>
  </w:num>
  <w:num w:numId="21" w16cid:durableId="1776710786">
    <w:abstractNumId w:val="4"/>
  </w:num>
  <w:num w:numId="22" w16cid:durableId="1465736317">
    <w:abstractNumId w:val="18"/>
  </w:num>
  <w:num w:numId="23" w16cid:durableId="19105361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74AA0"/>
    <w:rsid w:val="00083223"/>
    <w:rsid w:val="000A14F0"/>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F48"/>
    <w:rsid w:val="00357958"/>
    <w:rsid w:val="003617A4"/>
    <w:rsid w:val="00364AD5"/>
    <w:rsid w:val="00374108"/>
    <w:rsid w:val="00390E03"/>
    <w:rsid w:val="00394EA9"/>
    <w:rsid w:val="003A2548"/>
    <w:rsid w:val="003A605B"/>
    <w:rsid w:val="003C1160"/>
    <w:rsid w:val="003C5721"/>
    <w:rsid w:val="003D1E81"/>
    <w:rsid w:val="003E7291"/>
    <w:rsid w:val="003F3343"/>
    <w:rsid w:val="003F5C1E"/>
    <w:rsid w:val="0042392F"/>
    <w:rsid w:val="00437E4F"/>
    <w:rsid w:val="00462755"/>
    <w:rsid w:val="00462907"/>
    <w:rsid w:val="00462A78"/>
    <w:rsid w:val="00466483"/>
    <w:rsid w:val="004B2ED5"/>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B077E"/>
    <w:rsid w:val="008B2733"/>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6146B"/>
    <w:rsid w:val="00BA252A"/>
    <w:rsid w:val="00BB1127"/>
    <w:rsid w:val="00BB723C"/>
    <w:rsid w:val="00BD24CB"/>
    <w:rsid w:val="00C03F6D"/>
    <w:rsid w:val="00C15A61"/>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D57C7"/>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6</TotalTime>
  <Pages>7</Pages>
  <Words>2380</Words>
  <Characters>13568</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15917</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admin</cp:lastModifiedBy>
  <cp:revision>2</cp:revision>
  <cp:lastPrinted>2013-11-21T08:08:00Z</cp:lastPrinted>
  <dcterms:created xsi:type="dcterms:W3CDTF">2022-11-30T08:04:00Z</dcterms:created>
  <dcterms:modified xsi:type="dcterms:W3CDTF">2022-11-30T08:04:00Z</dcterms:modified>
</cp:coreProperties>
</file>